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60" w:rsidRDefault="00F40960">
      <w:pPr>
        <w:pStyle w:val="Header"/>
        <w:tabs>
          <w:tab w:val="clear" w:pos="4536"/>
          <w:tab w:val="clear" w:pos="9072"/>
        </w:tabs>
      </w:pPr>
    </w:p>
    <w:p w:rsidR="00F40960" w:rsidRDefault="00F40960"/>
    <w:p w:rsidR="00F40960" w:rsidRDefault="00F40960"/>
    <w:p w:rsidR="00F40960" w:rsidRDefault="00F40960">
      <w:pPr>
        <w:pStyle w:val="Heading1"/>
      </w:pPr>
      <w:r>
        <w:t>N Y I L A T K O Z A T</w:t>
      </w:r>
    </w:p>
    <w:p w:rsidR="00F40960" w:rsidRDefault="00F40960">
      <w:pPr>
        <w:jc w:val="center"/>
      </w:pPr>
      <w:r>
        <w:t>(konzorcium vezetője tölti ki)</w:t>
      </w:r>
    </w:p>
    <w:p w:rsidR="00F40960" w:rsidRDefault="00F40960"/>
    <w:p w:rsidR="00F40960" w:rsidRDefault="00F40960"/>
    <w:p w:rsidR="00F40960" w:rsidRDefault="00F40960">
      <w:pPr>
        <w:pStyle w:val="Header"/>
        <w:tabs>
          <w:tab w:val="clear" w:pos="4536"/>
          <w:tab w:val="clear" w:pos="9072"/>
        </w:tabs>
      </w:pPr>
    </w:p>
    <w:p w:rsidR="00F40960" w:rsidRDefault="00F40960">
      <w:pPr>
        <w:jc w:val="both"/>
      </w:pPr>
      <w:r>
        <w:t xml:space="preserve">Alulírott </w:t>
      </w:r>
      <w:r>
        <w:rPr>
          <w:color w:val="333399"/>
        </w:rPr>
        <w:t>&lt;</w:t>
      </w:r>
      <w:r>
        <w:rPr>
          <w:i/>
          <w:color w:val="333399"/>
        </w:rPr>
        <w:t>név</w:t>
      </w:r>
      <w:r>
        <w:rPr>
          <w:color w:val="333399"/>
        </w:rPr>
        <w:t>&gt;,</w:t>
      </w:r>
      <w:r>
        <w:t xml:space="preserve"> mint a </w:t>
      </w:r>
      <w:r>
        <w:rPr>
          <w:color w:val="333399"/>
        </w:rPr>
        <w:t xml:space="preserve">&lt;a </w:t>
      </w:r>
      <w:r>
        <w:rPr>
          <w:i/>
          <w:color w:val="333399"/>
        </w:rPr>
        <w:t>projekt azonosító adata</w:t>
      </w:r>
      <w:r>
        <w:rPr>
          <w:color w:val="333399"/>
        </w:rPr>
        <w:t>&gt;</w:t>
      </w:r>
      <w:r>
        <w:t xml:space="preserve"> számú projekt Konzorciumvezetőjének cégjegyzésre jogosult vezetője, a projekt megvalósítására kötött támogatási szerződés 2. számú Szakmai és Pénzügyi mellékletében rögzített pénzügyi beszámolások során teljes körűen, a támogatás és a saját/egyéb forrás felhasználására, valamint a kamat tekintetében elkülönített nyilvántartást vezető konzorciumi tagok beszámolói alapján a projekt munkáira fordított költségeket, az alábbiak szerint összesítem. A támogatási szerződés &lt;</w:t>
      </w:r>
      <w:r>
        <w:rPr>
          <w:i/>
          <w:color w:val="333399"/>
        </w:rPr>
        <w:t>részfeladat(mérföldkő) azonosító adata</w:t>
      </w:r>
      <w:r>
        <w:rPr>
          <w:color w:val="333399"/>
        </w:rPr>
        <w:t>&gt;</w:t>
      </w:r>
      <w:r>
        <w:t xml:space="preserve"> részfeladatának teljesítése során keletkezett és a konzorciumi tagok könyvelésileg elkülönített nyilvántartásában kimutatott ráfordítások összesített összege </w:t>
      </w:r>
      <w:r>
        <w:rPr>
          <w:color w:val="333399"/>
        </w:rPr>
        <w:t xml:space="preserve">&lt; </w:t>
      </w:r>
      <w:r>
        <w:rPr>
          <w:i/>
          <w:color w:val="333399"/>
        </w:rPr>
        <w:t>összeg számmal Ft-ban</w:t>
      </w:r>
      <w:r>
        <w:rPr>
          <w:color w:val="333399"/>
        </w:rPr>
        <w:t>&gt;</w:t>
      </w:r>
      <w:r>
        <w:t xml:space="preserve"> azaz </w:t>
      </w:r>
      <w:r>
        <w:rPr>
          <w:color w:val="333399"/>
        </w:rPr>
        <w:t>&lt;</w:t>
      </w:r>
      <w:r>
        <w:rPr>
          <w:i/>
          <w:color w:val="333399"/>
        </w:rPr>
        <w:t>összeg betűvel Ft-ban</w:t>
      </w:r>
      <w:r>
        <w:rPr>
          <w:color w:val="333399"/>
        </w:rPr>
        <w:t>&gt;,</w:t>
      </w:r>
      <w:r>
        <w:t xml:space="preserve"> az alábbi forrásonkénti és jogcímenkénti megoszlásban. A kimutatott ráfordítások a szerződésben vállalt célok megvalósítása érdekében merültek fel.</w:t>
      </w:r>
    </w:p>
    <w:p w:rsidR="00F40960" w:rsidRDefault="00F409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1701"/>
        <w:gridCol w:w="1842"/>
        <w:gridCol w:w="1843"/>
        <w:gridCol w:w="1627"/>
      </w:tblGrid>
      <w:tr w:rsidR="00F40960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bottom w:val="nil"/>
            </w:tcBorders>
          </w:tcPr>
          <w:p w:rsidR="00F40960" w:rsidRDefault="00F409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Költségtípusok</w:t>
            </w:r>
          </w:p>
        </w:tc>
        <w:tc>
          <w:tcPr>
            <w:tcW w:w="1701" w:type="dxa"/>
            <w:tcBorders>
              <w:bottom w:val="nil"/>
            </w:tcBorders>
          </w:tcPr>
          <w:p w:rsidR="00F40960" w:rsidRDefault="00F409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Támogatás </w:t>
            </w:r>
          </w:p>
        </w:tc>
        <w:tc>
          <w:tcPr>
            <w:tcW w:w="1842" w:type="dxa"/>
            <w:tcBorders>
              <w:bottom w:val="nil"/>
            </w:tcBorders>
          </w:tcPr>
          <w:p w:rsidR="00F40960" w:rsidRDefault="00F409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Saját forrás </w:t>
            </w:r>
          </w:p>
        </w:tc>
        <w:tc>
          <w:tcPr>
            <w:tcW w:w="1843" w:type="dxa"/>
            <w:tcBorders>
              <w:bottom w:val="nil"/>
            </w:tcBorders>
          </w:tcPr>
          <w:p w:rsidR="00F40960" w:rsidRDefault="00F409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Egyéb külső forrás </w:t>
            </w:r>
          </w:p>
        </w:tc>
        <w:tc>
          <w:tcPr>
            <w:tcW w:w="1627" w:type="dxa"/>
            <w:tcBorders>
              <w:bottom w:val="nil"/>
            </w:tcBorders>
          </w:tcPr>
          <w:p w:rsidR="00F40960" w:rsidRDefault="00F409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Összesen</w:t>
            </w:r>
          </w:p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</w:tr>
      <w:tr w:rsidR="00F40960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F40960" w:rsidRDefault="00F40960">
            <w:pPr>
              <w:rPr>
                <w:sz w:val="20"/>
              </w:rPr>
            </w:pPr>
            <w:r>
              <w:rPr>
                <w:sz w:val="20"/>
              </w:rPr>
              <w:t xml:space="preserve">Személyi juttatások </w:t>
            </w:r>
          </w:p>
        </w:tc>
        <w:tc>
          <w:tcPr>
            <w:tcW w:w="1701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2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627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</w:tr>
      <w:tr w:rsidR="00F40960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bottom w:val="nil"/>
            </w:tcBorders>
          </w:tcPr>
          <w:p w:rsidR="00F40960" w:rsidRDefault="00F40960">
            <w:pPr>
              <w:rPr>
                <w:sz w:val="20"/>
              </w:rPr>
            </w:pPr>
            <w:r>
              <w:rPr>
                <w:sz w:val="20"/>
              </w:rPr>
              <w:t xml:space="preserve">Munkaadókat terhelő járulékok </w:t>
            </w:r>
          </w:p>
        </w:tc>
        <w:tc>
          <w:tcPr>
            <w:tcW w:w="1701" w:type="dxa"/>
            <w:tcBorders>
              <w:bottom w:val="nil"/>
            </w:tcBorders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627" w:type="dxa"/>
            <w:tcBorders>
              <w:bottom w:val="nil"/>
            </w:tcBorders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</w:tr>
      <w:tr w:rsidR="00F40960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bottom w:val="nil"/>
            </w:tcBorders>
          </w:tcPr>
          <w:p w:rsidR="00F40960" w:rsidRDefault="00F40960">
            <w:pPr>
              <w:rPr>
                <w:sz w:val="20"/>
              </w:rPr>
            </w:pPr>
            <w:r>
              <w:rPr>
                <w:sz w:val="20"/>
              </w:rPr>
              <w:t>Külső megbízás</w:t>
            </w:r>
          </w:p>
        </w:tc>
        <w:tc>
          <w:tcPr>
            <w:tcW w:w="1701" w:type="dxa"/>
            <w:tcBorders>
              <w:bottom w:val="nil"/>
            </w:tcBorders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627" w:type="dxa"/>
            <w:tcBorders>
              <w:bottom w:val="nil"/>
            </w:tcBorders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</w:tr>
      <w:tr w:rsidR="00F40960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F40960" w:rsidRDefault="00F40960">
            <w:pPr>
              <w:rPr>
                <w:sz w:val="20"/>
              </w:rPr>
            </w:pPr>
            <w:r>
              <w:rPr>
                <w:sz w:val="20"/>
              </w:rPr>
              <w:t>Egyéb dologi kiadás</w:t>
            </w:r>
          </w:p>
        </w:tc>
        <w:tc>
          <w:tcPr>
            <w:tcW w:w="1701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2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627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</w:tr>
      <w:tr w:rsidR="00F40960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F40960" w:rsidRDefault="00F40960">
            <w:pPr>
              <w:rPr>
                <w:sz w:val="20"/>
              </w:rPr>
            </w:pPr>
            <w:r>
              <w:rPr>
                <w:sz w:val="20"/>
              </w:rPr>
              <w:t xml:space="preserve">Immateriális javak beszerzése </w:t>
            </w:r>
          </w:p>
        </w:tc>
        <w:tc>
          <w:tcPr>
            <w:tcW w:w="1701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2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627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</w:tr>
      <w:tr w:rsidR="00F40960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F40960" w:rsidRDefault="00F40960">
            <w:pPr>
              <w:rPr>
                <w:sz w:val="20"/>
              </w:rPr>
            </w:pPr>
            <w:r>
              <w:rPr>
                <w:sz w:val="20"/>
              </w:rPr>
              <w:t>Gépek, berendezések, felszerelések beszerzése</w:t>
            </w:r>
          </w:p>
        </w:tc>
        <w:tc>
          <w:tcPr>
            <w:tcW w:w="1701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2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627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</w:tr>
      <w:tr w:rsidR="00F40960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F40960" w:rsidRDefault="00F40960">
            <w:pPr>
              <w:rPr>
                <w:sz w:val="20"/>
              </w:rPr>
            </w:pPr>
            <w:r>
              <w:rPr>
                <w:sz w:val="20"/>
              </w:rPr>
              <w:t>Összesen</w:t>
            </w:r>
          </w:p>
        </w:tc>
        <w:tc>
          <w:tcPr>
            <w:tcW w:w="1701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2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  <w:tc>
          <w:tcPr>
            <w:tcW w:w="1627" w:type="dxa"/>
          </w:tcPr>
          <w:p w:rsidR="00F40960" w:rsidRDefault="00F40960">
            <w:pPr>
              <w:jc w:val="center"/>
              <w:rPr>
                <w:b/>
                <w:sz w:val="20"/>
              </w:rPr>
            </w:pPr>
          </w:p>
        </w:tc>
      </w:tr>
    </w:tbl>
    <w:p w:rsidR="00F40960" w:rsidRDefault="00F40960"/>
    <w:p w:rsidR="00F40960" w:rsidRDefault="00F40960">
      <w:r>
        <w:t>……………………….,  …………év …………….hó …….nap.</w:t>
      </w:r>
    </w:p>
    <w:p w:rsidR="00F40960" w:rsidRDefault="00F40960"/>
    <w:p w:rsidR="00F40960" w:rsidRDefault="00F40960"/>
    <w:p w:rsidR="00F40960" w:rsidRDefault="00F40960">
      <w:r>
        <w:tab/>
      </w:r>
      <w:r>
        <w:tab/>
      </w:r>
      <w:r>
        <w:tab/>
      </w:r>
      <w:r>
        <w:tab/>
      </w:r>
      <w:r>
        <w:tab/>
        <w:t>……………….…………………………………….</w:t>
      </w:r>
    </w:p>
    <w:p w:rsidR="00F40960" w:rsidRDefault="00F40960" w:rsidP="005A3E02">
      <w:pPr>
        <w:pStyle w:val="BodyTextIndent"/>
        <w:ind w:left="2832"/>
        <w:jc w:val="left"/>
        <w:rPr>
          <w:i/>
        </w:rPr>
      </w:pPr>
      <w:r>
        <w:rPr>
          <w:i/>
        </w:rPr>
        <w:t xml:space="preserve">        </w:t>
      </w:r>
      <w:r w:rsidRPr="00664B8C">
        <w:rPr>
          <w:i/>
        </w:rPr>
        <w:t xml:space="preserve">Konzorciumot vezető társaság/szervezet </w:t>
      </w:r>
      <w:r>
        <w:rPr>
          <w:i/>
        </w:rPr>
        <w:t>cégszerű aláírása</w:t>
      </w:r>
    </w:p>
    <w:p w:rsidR="00F40960" w:rsidRPr="00664B8C" w:rsidRDefault="00F40960" w:rsidP="00664B8C">
      <w:pPr>
        <w:pStyle w:val="BodyTextIndent"/>
        <w:ind w:left="5385" w:hanging="1274"/>
        <w:jc w:val="left"/>
        <w:rPr>
          <w:i/>
        </w:rPr>
      </w:pPr>
      <w:r>
        <w:rPr>
          <w:i/>
        </w:rPr>
        <w:t>(képviseletre jogosult vezető neve, beosztása)</w:t>
      </w:r>
    </w:p>
    <w:p w:rsidR="00F40960" w:rsidRDefault="00F40960"/>
    <w:p w:rsidR="00F40960" w:rsidRDefault="00F40960"/>
    <w:p w:rsidR="00F40960" w:rsidRDefault="00F40960">
      <w:pPr>
        <w:rPr>
          <w:b/>
        </w:rPr>
      </w:pPr>
    </w:p>
    <w:p w:rsidR="00F40960" w:rsidRDefault="00F40960">
      <w:pPr>
        <w:rPr>
          <w:b/>
        </w:rPr>
      </w:pPr>
    </w:p>
    <w:p w:rsidR="00F40960" w:rsidRDefault="00F40960">
      <w:r>
        <w:rPr>
          <w:b/>
        </w:rPr>
        <w:t>Melléklet:</w:t>
      </w:r>
      <w:r>
        <w:t xml:space="preserve"> aláírt támogatásigénylő lapok kedvezményezettenként (melynek ráfordítási adatai jogcímenként és forrásonként megegyezik a nyilatkozatukban foglalt adatokkal) </w:t>
      </w:r>
    </w:p>
    <w:sectPr w:rsidR="00F40960" w:rsidSect="00F40960">
      <w:headerReference w:type="default" r:id="rId6"/>
      <w:footnotePr>
        <w:numFmt w:val="chicago"/>
      </w:foot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960" w:rsidRDefault="00F40960">
      <w:r>
        <w:separator/>
      </w:r>
    </w:p>
  </w:endnote>
  <w:endnote w:type="continuationSeparator" w:id="0">
    <w:p w:rsidR="00F40960" w:rsidRDefault="00F40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960" w:rsidRDefault="00F40960">
      <w:r>
        <w:separator/>
      </w:r>
    </w:p>
  </w:footnote>
  <w:footnote w:type="continuationSeparator" w:id="0">
    <w:p w:rsidR="00F40960" w:rsidRDefault="00F409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960" w:rsidRDefault="00F40960">
    <w:pPr>
      <w:pStyle w:val="Header"/>
      <w:jc w:val="right"/>
    </w:pPr>
    <w:r>
      <w:t>számú melléklet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4F8"/>
    <w:rsid w:val="000E15C7"/>
    <w:rsid w:val="001C7233"/>
    <w:rsid w:val="001F71EB"/>
    <w:rsid w:val="0031583A"/>
    <w:rsid w:val="0032203E"/>
    <w:rsid w:val="00382EB3"/>
    <w:rsid w:val="003B676F"/>
    <w:rsid w:val="00554E39"/>
    <w:rsid w:val="005A3E02"/>
    <w:rsid w:val="00664B8C"/>
    <w:rsid w:val="006C4236"/>
    <w:rsid w:val="009414F8"/>
    <w:rsid w:val="00B85A18"/>
    <w:rsid w:val="00BE3706"/>
    <w:rsid w:val="00CF51F1"/>
    <w:rsid w:val="00D42A47"/>
    <w:rsid w:val="00DE75D5"/>
    <w:rsid w:val="00F40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2CC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E2CCD"/>
    <w:rPr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jc w:val="both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2CC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pPr>
      <w:ind w:left="4248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E2CCD"/>
    <w:rPr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CCD"/>
    <w:rPr>
      <w:sz w:val="0"/>
      <w:szCs w:val="0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2CCD"/>
    <w:rPr>
      <w:sz w:val="24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2CCD"/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204</Words>
  <Characters>1413</Characters>
  <Application>Microsoft Office Outlook</Application>
  <DocSecurity>0</DocSecurity>
  <Lines>0</Lines>
  <Paragraphs>0</Paragraphs>
  <ScaleCrop>false</ScaleCrop>
  <Company>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Y I L A T K O Z A T</dc:title>
  <dc:subject/>
  <dc:creator>FARKAS</dc:creator>
  <cp:keywords/>
  <dc:description/>
  <cp:lastModifiedBy>Szekeres László</cp:lastModifiedBy>
  <cp:revision>2</cp:revision>
  <cp:lastPrinted>2006-08-31T13:40:00Z</cp:lastPrinted>
  <dcterms:created xsi:type="dcterms:W3CDTF">2013-10-22T09:07:00Z</dcterms:created>
  <dcterms:modified xsi:type="dcterms:W3CDTF">2013-10-22T09:07:00Z</dcterms:modified>
</cp:coreProperties>
</file>